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23114D4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BA33A7" w:rsidRPr="00BA33A7">
        <w:rPr>
          <w:rFonts w:ascii="Verdana" w:eastAsia="Verdana" w:hAnsi="Verdana" w:cs="Times New Roman"/>
          <w:b/>
        </w:rPr>
        <w:t>1</w:t>
      </w:r>
      <w:r w:rsidR="00640361">
        <w:rPr>
          <w:rFonts w:ascii="Verdana" w:eastAsia="Verdana" w:hAnsi="Verdana" w:cs="Times New Roman"/>
          <w:b/>
        </w:rPr>
        <w:t>0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5AEE3A1C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F84AC0">
        <w:rPr>
          <w:rFonts w:cstheme="minorHAnsi"/>
          <w:b/>
          <w:szCs w:val="18"/>
          <w:lang w:eastAsia="pl-PL"/>
        </w:rPr>
        <w:t>0</w:t>
      </w:r>
      <w:r w:rsidR="007D20C5">
        <w:rPr>
          <w:rFonts w:cstheme="minorHAnsi"/>
          <w:b/>
          <w:szCs w:val="18"/>
          <w:lang w:eastAsia="pl-PL"/>
        </w:rPr>
        <w:t>475</w:t>
      </w:r>
      <w:r w:rsidR="006B0E4C" w:rsidRPr="00DD3605">
        <w:rPr>
          <w:rFonts w:cstheme="minorHAnsi"/>
          <w:b/>
          <w:szCs w:val="18"/>
          <w:lang w:eastAsia="pl-PL"/>
        </w:rPr>
        <w:t>/202</w:t>
      </w:r>
      <w:r w:rsidR="00F84AC0">
        <w:rPr>
          <w:rFonts w:cstheme="minorHAnsi"/>
          <w:b/>
          <w:szCs w:val="18"/>
          <w:lang w:eastAsia="pl-PL"/>
        </w:rPr>
        <w:t>6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7D20C5" w:rsidRPr="007D20C5">
        <w:rPr>
          <w:rFonts w:cstheme="minorHAnsi"/>
          <w:b/>
          <w:bCs/>
          <w:szCs w:val="18"/>
          <w:lang w:eastAsia="pl-PL"/>
        </w:rPr>
        <w:t>Modernizacja napowietrznych odcinków LSN 15kV na terenie działalności PGE Dystrybucja S.A. Oddział Białystok RE Łomża - 5 części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2A79EEFC" w14:textId="77777777" w:rsidR="007D20C5" w:rsidRPr="00014C99" w:rsidRDefault="007D20C5" w:rsidP="007D20C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bookmarkStart w:id="6" w:name="_Hlk221533600"/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22D21184" w14:textId="77777777" w:rsidR="007D20C5" w:rsidRDefault="007D20C5" w:rsidP="007D20C5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</w:pPr>
          <w:bookmarkStart w:id="7" w:name="_Hlk222377280"/>
          <w:r w:rsidRPr="00EB2D67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Modernizacja napowietrznych odcinków LSN 15kV na terenie działalności PGE Dystrybucja S.A. Oddział Białystok RE Łomża - 5 części</w:t>
          </w:r>
        </w:p>
        <w:bookmarkEnd w:id="7"/>
        <w:p w14:paraId="5205B493" w14:textId="6FF6B1DE" w:rsidR="00347E8D" w:rsidRPr="006B2C28" w:rsidRDefault="007D20C5" w:rsidP="007D20C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475</w:t>
          </w:r>
          <w:r w:rsidRPr="00014C99">
            <w:rPr>
              <w:rFonts w:asciiTheme="majorHAnsi" w:hAnsiTheme="majorHAnsi"/>
              <w:color w:val="000000" w:themeColor="text1"/>
              <w:sz w:val="14"/>
              <w:szCs w:val="14"/>
            </w:rPr>
            <w:t>/2026</w:t>
          </w:r>
          <w:bookmarkEnd w:id="6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2EEF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699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C8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97F8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37EE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7659"/>
    <w:rsid w:val="00617CF2"/>
    <w:rsid w:val="00623B01"/>
    <w:rsid w:val="00625BB0"/>
    <w:rsid w:val="006261BB"/>
    <w:rsid w:val="00640361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16B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20C5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2C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0D67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273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2C8D"/>
    <w:rsid w:val="00BE38BB"/>
    <w:rsid w:val="00C003C6"/>
    <w:rsid w:val="00C10B09"/>
    <w:rsid w:val="00C12714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00B58"/>
    <w:rsid w:val="00E12F47"/>
    <w:rsid w:val="00E14AA4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AC0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475 - Załącznik nr 10.docx</dmsv2BaseFileName>
    <dmsv2BaseDisplayName xmlns="http://schemas.microsoft.com/sharepoint/v3">475 - Załącznik nr 10</dmsv2BaseDisplayName>
    <dmsv2SWPP2ObjectNumber xmlns="http://schemas.microsoft.com/sharepoint/v3">POST/DYS/OB/GZ/00475/2026                         </dmsv2SWPP2ObjectNumber>
    <dmsv2SWPP2SumMD5 xmlns="http://schemas.microsoft.com/sharepoint/v3">0af119ab56feef9d36130b494acc8f45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706504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24416450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00000001000700000000000a00000005</dmsv2SWPP2ObjectDepartment>
    <dmsv2SWPP2ObjectName xmlns="http://schemas.microsoft.com/sharepoint/v3">Postępowanie</dmsv2SWPP2ObjectName>
    <_dlc_DocId xmlns="a19cb1c7-c5c7-46d4-85ae-d83685407bba">PR4UJWENCY6Q-469649581-2587</_dlc_DocId>
    <_dlc_DocIdUrl xmlns="a19cb1c7-c5c7-46d4-85ae-d83685407bba">
      <Url>https://swpp2.dms.gkpge.pl/sites/42/_layouts/15/DocIdRedir.aspx?ID=PR4UJWENCY6Q-469649581-2587</Url>
      <Description>PR4UJWENCY6Q-469649581-2587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868163-A287-4C1B-A601-625BF1F4A0F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EFE97C-CA05-429B-8329-0352537B950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30</cp:revision>
  <cp:lastPrinted>2024-07-15T11:21:00Z</cp:lastPrinted>
  <dcterms:created xsi:type="dcterms:W3CDTF">2025-01-15T13:15:00Z</dcterms:created>
  <dcterms:modified xsi:type="dcterms:W3CDTF">2026-02-19T07:19:00Z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c34d298d-f660-45d8-a9ed-fa353bba7a8f</vt:lpwstr>
  </property>
</Properties>
</file>